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E9370" w14:textId="77777777" w:rsidR="00AE1D1C" w:rsidRPr="00423D5C" w:rsidRDefault="00AE1D1C" w:rsidP="00E17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56"/>
          <w:szCs w:val="56"/>
        </w:rPr>
      </w:pPr>
      <w:r w:rsidRPr="00423D5C">
        <w:rPr>
          <w:b/>
          <w:bCs/>
          <w:sz w:val="56"/>
          <w:szCs w:val="56"/>
        </w:rPr>
        <w:t>KRYCÍ LIST NABÍDKY</w:t>
      </w:r>
    </w:p>
    <w:p w14:paraId="3C74950A" w14:textId="5FFEC4BF" w:rsidR="00612803" w:rsidRPr="00612803" w:rsidRDefault="00E64FBD" w:rsidP="00612803">
      <w:pPr>
        <w:rPr>
          <w:b/>
          <w:bCs/>
          <w:sz w:val="22"/>
          <w:szCs w:val="22"/>
        </w:rPr>
      </w:pPr>
      <w:r w:rsidRPr="00E64FBD">
        <w:rPr>
          <w:b/>
          <w:bCs/>
          <w:sz w:val="22"/>
          <w:szCs w:val="22"/>
        </w:rPr>
        <w:t>1</w:t>
      </w:r>
      <w:r w:rsidRPr="00E64FBD">
        <w:rPr>
          <w:b/>
          <w:bCs/>
          <w:sz w:val="22"/>
          <w:szCs w:val="22"/>
        </w:rPr>
        <w:tab/>
      </w:r>
      <w:r w:rsidR="00612803" w:rsidRPr="00612803">
        <w:rPr>
          <w:b/>
          <w:bCs/>
          <w:sz w:val="22"/>
          <w:szCs w:val="22"/>
        </w:rPr>
        <w:t>Název veřejné zakázky</w:t>
      </w:r>
    </w:p>
    <w:p w14:paraId="000FE787" w14:textId="77777777" w:rsidR="00084EA6" w:rsidRPr="00084EA6" w:rsidRDefault="00084EA6" w:rsidP="00084EA6">
      <w:pPr>
        <w:spacing w:line="276" w:lineRule="auto"/>
        <w:jc w:val="center"/>
        <w:rPr>
          <w:sz w:val="22"/>
          <w:szCs w:val="22"/>
        </w:rPr>
      </w:pPr>
    </w:p>
    <w:p w14:paraId="7D31CA3B" w14:textId="77777777" w:rsidR="00084EA6" w:rsidRPr="00084EA6" w:rsidRDefault="00084EA6" w:rsidP="00084EA6">
      <w:pPr>
        <w:spacing w:line="276" w:lineRule="auto"/>
        <w:jc w:val="center"/>
        <w:rPr>
          <w:b/>
          <w:sz w:val="22"/>
          <w:szCs w:val="22"/>
        </w:rPr>
      </w:pPr>
      <w:bookmarkStart w:id="0" w:name="_Toc374696662"/>
      <w:bookmarkStart w:id="1" w:name="_Toc374819465"/>
      <w:r w:rsidRPr="00084EA6">
        <w:rPr>
          <w:b/>
          <w:sz w:val="24"/>
          <w:szCs w:val="24"/>
        </w:rPr>
        <w:t>„Pobytová odlehčovací služba Velehrad“</w:t>
      </w:r>
    </w:p>
    <w:p w14:paraId="7A282F5E" w14:textId="77777777" w:rsidR="00084EA6" w:rsidRPr="00084EA6" w:rsidRDefault="00084EA6" w:rsidP="00084EA6">
      <w:pPr>
        <w:keepNext/>
        <w:numPr>
          <w:ilvl w:val="0"/>
          <w:numId w:val="33"/>
        </w:numPr>
        <w:tabs>
          <w:tab w:val="num" w:pos="432"/>
        </w:tabs>
        <w:spacing w:before="240" w:after="60"/>
        <w:ind w:left="432" w:hanging="432"/>
        <w:outlineLvl w:val="0"/>
        <w:rPr>
          <w:b/>
          <w:kern w:val="32"/>
          <w:sz w:val="22"/>
          <w:szCs w:val="22"/>
        </w:rPr>
      </w:pPr>
      <w:bookmarkStart w:id="2" w:name="_Toc193878725"/>
      <w:r w:rsidRPr="00084EA6">
        <w:rPr>
          <w:b/>
          <w:kern w:val="32"/>
          <w:sz w:val="22"/>
          <w:szCs w:val="22"/>
        </w:rPr>
        <w:t>Identifikační údaje zadavatele</w:t>
      </w:r>
      <w:bookmarkEnd w:id="0"/>
      <w:bookmarkEnd w:id="1"/>
      <w:bookmarkEnd w:id="2"/>
    </w:p>
    <w:p w14:paraId="72AE3363" w14:textId="77777777" w:rsidR="00084EA6" w:rsidRPr="00084EA6" w:rsidRDefault="00084EA6" w:rsidP="00084EA6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084EA6">
        <w:rPr>
          <w:rFonts w:eastAsia="Calibri"/>
          <w:b/>
          <w:bCs/>
          <w:sz w:val="22"/>
          <w:szCs w:val="22"/>
          <w:lang w:eastAsia="en-US"/>
        </w:rPr>
        <w:t>Charita Uherské Hradiště</w:t>
      </w:r>
    </w:p>
    <w:p w14:paraId="1FF6621D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>Sídlo:</w:t>
      </w:r>
      <w:r w:rsidRPr="00084EA6">
        <w:rPr>
          <w:rFonts w:eastAsia="Calibri"/>
          <w:sz w:val="22"/>
          <w:szCs w:val="22"/>
          <w:lang w:eastAsia="en-US"/>
        </w:rPr>
        <w:tab/>
      </w:r>
      <w:r w:rsidRPr="00084EA6">
        <w:rPr>
          <w:rFonts w:eastAsia="Calibri"/>
          <w:sz w:val="22"/>
          <w:szCs w:val="22"/>
          <w:lang w:eastAsia="en-US"/>
        </w:rPr>
        <w:tab/>
        <w:t>Velehradská třída 247, 686 01 Uherské Hradiště</w:t>
      </w:r>
    </w:p>
    <w:p w14:paraId="4A1EC3D5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>IČO:</w:t>
      </w:r>
      <w:r w:rsidRPr="00084EA6">
        <w:rPr>
          <w:rFonts w:eastAsia="Calibri"/>
          <w:sz w:val="22"/>
          <w:szCs w:val="22"/>
          <w:lang w:eastAsia="en-US"/>
        </w:rPr>
        <w:tab/>
      </w:r>
      <w:r w:rsidRPr="00084EA6">
        <w:rPr>
          <w:rFonts w:eastAsia="Calibri"/>
          <w:sz w:val="22"/>
          <w:szCs w:val="22"/>
          <w:lang w:eastAsia="en-US"/>
        </w:rPr>
        <w:tab/>
        <w:t>44018886</w:t>
      </w:r>
      <w:r w:rsidRPr="00084EA6">
        <w:rPr>
          <w:rFonts w:eastAsia="Calibri"/>
          <w:sz w:val="22"/>
          <w:szCs w:val="22"/>
          <w:lang w:eastAsia="en-US"/>
        </w:rPr>
        <w:tab/>
      </w:r>
    </w:p>
    <w:p w14:paraId="194B9F4B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 xml:space="preserve">DIČ: </w:t>
      </w:r>
      <w:r w:rsidRPr="00084EA6">
        <w:rPr>
          <w:rFonts w:eastAsia="Calibri"/>
          <w:sz w:val="22"/>
          <w:szCs w:val="22"/>
          <w:lang w:eastAsia="en-US"/>
        </w:rPr>
        <w:tab/>
      </w:r>
      <w:r w:rsidRPr="00084EA6">
        <w:rPr>
          <w:rFonts w:eastAsia="Calibri"/>
          <w:sz w:val="22"/>
          <w:szCs w:val="22"/>
          <w:lang w:eastAsia="en-US"/>
        </w:rPr>
        <w:tab/>
        <w:t>CZ44018886 Právnická osoba</w:t>
      </w:r>
      <w:r w:rsidRPr="00084EA6">
        <w:rPr>
          <w:rFonts w:eastAsia="Calibri"/>
          <w:sz w:val="22"/>
          <w:szCs w:val="22"/>
          <w:lang w:eastAsia="en-US"/>
        </w:rPr>
        <w:tab/>
      </w:r>
    </w:p>
    <w:p w14:paraId="052ABCB8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 xml:space="preserve">Účet: </w:t>
      </w:r>
      <w:r w:rsidRPr="00084EA6">
        <w:rPr>
          <w:rFonts w:eastAsia="Calibri"/>
          <w:sz w:val="22"/>
          <w:szCs w:val="22"/>
          <w:lang w:eastAsia="en-US"/>
        </w:rPr>
        <w:tab/>
      </w:r>
      <w:r w:rsidRPr="00084EA6">
        <w:rPr>
          <w:rFonts w:eastAsia="Calibri"/>
          <w:sz w:val="22"/>
          <w:szCs w:val="22"/>
          <w:lang w:eastAsia="en-US"/>
        </w:rPr>
        <w:tab/>
        <w:t>1044929/0300</w:t>
      </w:r>
      <w:r w:rsidRPr="00084EA6">
        <w:rPr>
          <w:rFonts w:eastAsia="Calibri"/>
          <w:sz w:val="22"/>
          <w:szCs w:val="22"/>
          <w:lang w:eastAsia="en-US"/>
        </w:rPr>
        <w:tab/>
      </w:r>
    </w:p>
    <w:p w14:paraId="5396825C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>Zastoupen:</w:t>
      </w:r>
      <w:r w:rsidRPr="00084EA6">
        <w:rPr>
          <w:rFonts w:eastAsia="Calibri"/>
          <w:sz w:val="22"/>
          <w:szCs w:val="22"/>
          <w:lang w:eastAsia="en-US"/>
        </w:rPr>
        <w:tab/>
        <w:t>Ing. Jiří Jakeš</w:t>
      </w:r>
      <w:r w:rsidRPr="00084EA6">
        <w:rPr>
          <w:rFonts w:eastAsia="Calibri"/>
          <w:sz w:val="22"/>
          <w:szCs w:val="22"/>
          <w:lang w:eastAsia="en-US"/>
        </w:rPr>
        <w:tab/>
      </w:r>
    </w:p>
    <w:p w14:paraId="5013E102" w14:textId="77777777" w:rsidR="00084EA6" w:rsidRPr="00084EA6" w:rsidRDefault="00084EA6" w:rsidP="00084E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084EA6">
        <w:rPr>
          <w:rFonts w:eastAsia="Calibri"/>
          <w:sz w:val="22"/>
          <w:szCs w:val="22"/>
          <w:lang w:eastAsia="en-US"/>
        </w:rPr>
        <w:t>Profil zadavatele:</w:t>
      </w:r>
      <w:r w:rsidRPr="00084EA6">
        <w:rPr>
          <w:rFonts w:eastAsia="Calibri"/>
          <w:sz w:val="22"/>
          <w:szCs w:val="22"/>
          <w:lang w:eastAsia="en-US"/>
        </w:rPr>
        <w:tab/>
        <w:t>https://ezak.tendera.cz/profile_display_1479.html</w:t>
      </w:r>
    </w:p>
    <w:p w14:paraId="25ABDE8C" w14:textId="77777777" w:rsidR="00084EA6" w:rsidRPr="00084EA6" w:rsidRDefault="00084EA6" w:rsidP="00084EA6">
      <w:pPr>
        <w:spacing w:line="276" w:lineRule="auto"/>
        <w:rPr>
          <w:sz w:val="22"/>
          <w:szCs w:val="22"/>
        </w:rPr>
      </w:pPr>
      <w:r w:rsidRPr="00084EA6">
        <w:rPr>
          <w:rFonts w:eastAsia="Calibri"/>
          <w:sz w:val="22"/>
          <w:szCs w:val="22"/>
          <w:lang w:eastAsia="en-US"/>
        </w:rPr>
        <w:t>Elektronický nástroj:</w:t>
      </w:r>
      <w:r w:rsidRPr="00084EA6">
        <w:rPr>
          <w:sz w:val="22"/>
          <w:szCs w:val="22"/>
        </w:rPr>
        <w:t xml:space="preserve"> </w:t>
      </w:r>
      <w:r w:rsidRPr="00084EA6">
        <w:rPr>
          <w:sz w:val="22"/>
          <w:szCs w:val="22"/>
        </w:rPr>
        <w:tab/>
      </w:r>
      <w:hyperlink r:id="rId8" w:history="1">
        <w:r w:rsidRPr="00084EA6">
          <w:rPr>
            <w:sz w:val="22"/>
            <w:szCs w:val="22"/>
            <w:u w:val="single"/>
          </w:rPr>
          <w:t>https://ezak.tendera.cz/profile_display_1479.html</w:t>
        </w:r>
      </w:hyperlink>
    </w:p>
    <w:p w14:paraId="0FFCC419" w14:textId="77777777" w:rsidR="00084EA6" w:rsidRPr="00E64FBD" w:rsidRDefault="00084EA6" w:rsidP="00612803">
      <w:pPr>
        <w:rPr>
          <w:sz w:val="28"/>
          <w:szCs w:val="28"/>
        </w:rPr>
      </w:pPr>
    </w:p>
    <w:p w14:paraId="70F4D573" w14:textId="77777777" w:rsidR="00E1745A" w:rsidRPr="00423D5C" w:rsidRDefault="00E1745A" w:rsidP="00AE1D1C">
      <w:pPr>
        <w:jc w:val="center"/>
        <w:rPr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73A5B" w:rsidRPr="00423D5C" w14:paraId="3E80EF02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8599" w14:textId="77777777" w:rsidR="00E4269C" w:rsidRPr="00423D5C" w:rsidRDefault="00121E65" w:rsidP="0018354E">
            <w:pPr>
              <w:jc w:val="center"/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 xml:space="preserve">ÚČASTNÍK </w:t>
            </w:r>
            <w:r w:rsidR="0018354E" w:rsidRPr="00423D5C">
              <w:rPr>
                <w:b/>
                <w:sz w:val="24"/>
              </w:rPr>
              <w:t xml:space="preserve">ZADÁVACÍHO </w:t>
            </w:r>
            <w:r w:rsidRPr="00423D5C">
              <w:rPr>
                <w:b/>
                <w:sz w:val="24"/>
              </w:rPr>
              <w:t xml:space="preserve">ŘÍZENÍ </w:t>
            </w:r>
            <w:r w:rsidR="00E4269C" w:rsidRPr="00423D5C">
              <w:rPr>
                <w:sz w:val="24"/>
              </w:rPr>
              <w:t>(obchodní firma</w:t>
            </w:r>
            <w:r w:rsidRPr="00423D5C">
              <w:rPr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4348" w14:textId="77777777" w:rsidR="00E4269C" w:rsidRPr="00423D5C" w:rsidRDefault="00E4269C">
            <w:pPr>
              <w:rPr>
                <w:sz w:val="24"/>
              </w:rPr>
            </w:pPr>
          </w:p>
        </w:tc>
      </w:tr>
      <w:tr w:rsidR="00C73A5B" w:rsidRPr="00423D5C" w14:paraId="2F7A16CA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EEFF" w14:textId="77777777" w:rsidR="00E4269C" w:rsidRPr="00423D5C" w:rsidRDefault="00E4269C">
            <w:pPr>
              <w:jc w:val="center"/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>Sídlo</w:t>
            </w:r>
          </w:p>
          <w:p w14:paraId="75A6B394" w14:textId="77777777" w:rsidR="00E4269C" w:rsidRPr="00423D5C" w:rsidRDefault="00E4269C">
            <w:pPr>
              <w:rPr>
                <w:sz w:val="24"/>
              </w:rPr>
            </w:pPr>
            <w:r w:rsidRPr="00423D5C">
              <w:rPr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3A37" w14:textId="77777777" w:rsidR="00E4269C" w:rsidRPr="00423D5C" w:rsidRDefault="00E4269C">
            <w:pPr>
              <w:rPr>
                <w:sz w:val="24"/>
              </w:rPr>
            </w:pPr>
          </w:p>
        </w:tc>
      </w:tr>
      <w:tr w:rsidR="00DE4C36" w:rsidRPr="00423D5C" w14:paraId="69AC4F9C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57BE" w14:textId="5E85915E" w:rsidR="00DE4C36" w:rsidRPr="00423D5C" w:rsidRDefault="00DE4C3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 oprávněná jednat: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0F22" w14:textId="77777777" w:rsidR="00DE4C36" w:rsidRPr="00423D5C" w:rsidRDefault="00DE4C36">
            <w:pPr>
              <w:rPr>
                <w:sz w:val="24"/>
              </w:rPr>
            </w:pPr>
          </w:p>
        </w:tc>
      </w:tr>
      <w:tr w:rsidR="00C73A5B" w:rsidRPr="00423D5C" w14:paraId="5FB6EC12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0FCE" w14:textId="77777777" w:rsidR="0018354E" w:rsidRPr="00423D5C" w:rsidRDefault="0018354E" w:rsidP="004237FF">
            <w:pPr>
              <w:jc w:val="center"/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5C88" w14:textId="77777777" w:rsidR="0018354E" w:rsidRPr="00423D5C" w:rsidRDefault="0018354E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8946" w14:textId="77777777" w:rsidR="0018354E" w:rsidRPr="00423D5C" w:rsidRDefault="0018354E" w:rsidP="0018354E">
            <w:pPr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14A" w14:textId="77777777" w:rsidR="0018354E" w:rsidRPr="00423D5C" w:rsidRDefault="0018354E">
            <w:pPr>
              <w:rPr>
                <w:sz w:val="24"/>
              </w:rPr>
            </w:pPr>
          </w:p>
        </w:tc>
      </w:tr>
      <w:tr w:rsidR="00C73A5B" w:rsidRPr="00423D5C" w14:paraId="243E2569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66BA" w14:textId="77777777" w:rsidR="00626155" w:rsidRPr="00423D5C" w:rsidRDefault="00626155" w:rsidP="0004672A">
            <w:pPr>
              <w:jc w:val="center"/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AE89" w14:textId="77777777" w:rsidR="00626155" w:rsidRPr="00423D5C" w:rsidRDefault="00626155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83C0" w14:textId="18483119" w:rsidR="00626155" w:rsidRPr="00423D5C" w:rsidRDefault="00626155" w:rsidP="00626155">
            <w:pPr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F9E" w14:textId="77777777" w:rsidR="00626155" w:rsidRPr="00423D5C" w:rsidRDefault="00626155">
            <w:pPr>
              <w:rPr>
                <w:sz w:val="24"/>
              </w:rPr>
            </w:pPr>
          </w:p>
        </w:tc>
      </w:tr>
      <w:tr w:rsidR="0051513D" w:rsidRPr="00423D5C" w14:paraId="09F6EA41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AD2E" w14:textId="2365E79C" w:rsidR="0051513D" w:rsidRPr="00423D5C" w:rsidRDefault="0051513D" w:rsidP="000467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BD9D" w14:textId="77777777" w:rsidR="0051513D" w:rsidRPr="00423D5C" w:rsidRDefault="0051513D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0C46" w14:textId="77777777" w:rsidR="0051513D" w:rsidRPr="00423D5C" w:rsidRDefault="0051513D" w:rsidP="00626155">
            <w:pPr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A3E8" w14:textId="77777777" w:rsidR="0051513D" w:rsidRPr="00423D5C" w:rsidRDefault="0051513D">
            <w:pPr>
              <w:rPr>
                <w:sz w:val="24"/>
              </w:rPr>
            </w:pPr>
          </w:p>
        </w:tc>
      </w:tr>
      <w:tr w:rsidR="00F75564" w:rsidRPr="00423D5C" w14:paraId="369E47C8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A280" w14:textId="209F3BF0" w:rsidR="00F75564" w:rsidRDefault="00F75564" w:rsidP="000467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Email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D9A5" w14:textId="77777777" w:rsidR="00F75564" w:rsidRPr="00423D5C" w:rsidRDefault="00F75564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8448" w14:textId="77777777" w:rsidR="00F75564" w:rsidRPr="00423D5C" w:rsidRDefault="00F75564" w:rsidP="00626155">
            <w:pPr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2DE" w14:textId="77777777" w:rsidR="00F75564" w:rsidRPr="00423D5C" w:rsidRDefault="00F75564">
            <w:pPr>
              <w:rPr>
                <w:sz w:val="24"/>
              </w:rPr>
            </w:pPr>
          </w:p>
        </w:tc>
      </w:tr>
    </w:tbl>
    <w:p w14:paraId="1FBB522B" w14:textId="77777777" w:rsidR="0018354E" w:rsidRPr="00423D5C" w:rsidRDefault="0018354E" w:rsidP="00B4612C">
      <w:pPr>
        <w:rPr>
          <w:b/>
        </w:rPr>
      </w:pPr>
    </w:p>
    <w:p w14:paraId="704BEE7F" w14:textId="77777777" w:rsidR="00AE1D1C" w:rsidRPr="00423D5C" w:rsidRDefault="00E4269C" w:rsidP="00B4612C">
      <w:pPr>
        <w:rPr>
          <w:b/>
        </w:rPr>
      </w:pPr>
      <w:r w:rsidRPr="00423D5C">
        <w:rPr>
          <w:b/>
        </w:rPr>
        <w:t xml:space="preserve">KOMUNIKAČNÍ ADRESA PRO </w:t>
      </w:r>
      <w:r w:rsidR="0018354E" w:rsidRPr="00423D5C">
        <w:rPr>
          <w:b/>
        </w:rPr>
        <w:t xml:space="preserve">ELEKTRONICKOU KOMUNIKACEI </w:t>
      </w:r>
      <w:r w:rsidRPr="00423D5C">
        <w:rPr>
          <w:b/>
        </w:rPr>
        <w:t xml:space="preserve">MEZI ZADAVATELEM A </w:t>
      </w:r>
      <w:r w:rsidR="008E2123" w:rsidRPr="00423D5C">
        <w:rPr>
          <w:b/>
        </w:rPr>
        <w:t>ÚČASTNÍKEM</w:t>
      </w:r>
      <w:r w:rsidR="00B4612C" w:rsidRPr="00423D5C">
        <w:rPr>
          <w:b/>
        </w:rPr>
        <w:t xml:space="preserve"> </w:t>
      </w:r>
      <w:r w:rsidR="0018354E" w:rsidRPr="00423D5C">
        <w:rPr>
          <w:b/>
        </w:rPr>
        <w:t xml:space="preserve">ZADÁVACÍHO ŘÍZENÍ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73A5B" w:rsidRPr="00423D5C" w14:paraId="7DB2AD34" w14:textId="77777777" w:rsidTr="001A75FD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F618" w14:textId="77777777" w:rsidR="00B761E5" w:rsidRDefault="00C9644A" w:rsidP="00C9644A">
            <w:pPr>
              <w:rPr>
                <w:b/>
                <w:bCs/>
                <w:sz w:val="22"/>
              </w:rPr>
            </w:pPr>
            <w:r w:rsidRPr="00423D5C">
              <w:rPr>
                <w:b/>
                <w:bCs/>
                <w:sz w:val="22"/>
              </w:rPr>
              <w:t xml:space="preserve">Adresa elektronické pošty </w:t>
            </w:r>
          </w:p>
          <w:p w14:paraId="2C0964CA" w14:textId="4945EBFC" w:rsidR="00E4269C" w:rsidRPr="00423D5C" w:rsidRDefault="00C9644A" w:rsidP="00C9644A">
            <w:pPr>
              <w:rPr>
                <w:b/>
                <w:bCs/>
                <w:sz w:val="22"/>
              </w:rPr>
            </w:pPr>
            <w:r w:rsidRPr="00423D5C">
              <w:rPr>
                <w:b/>
                <w:bCs/>
                <w:sz w:val="22"/>
              </w:rPr>
              <w:t>(</w:t>
            </w:r>
            <w:r w:rsidR="0018354E" w:rsidRPr="00423D5C">
              <w:rPr>
                <w:b/>
                <w:bCs/>
                <w:sz w:val="22"/>
              </w:rPr>
              <w:t>e-mail</w:t>
            </w:r>
            <w:r w:rsidRPr="00423D5C">
              <w:rPr>
                <w:b/>
                <w:bCs/>
                <w:sz w:val="22"/>
              </w:rPr>
              <w:t>)</w:t>
            </w:r>
            <w:r w:rsidR="0018354E" w:rsidRPr="00423D5C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2F61" w14:textId="77777777" w:rsidR="00E4269C" w:rsidRDefault="00E4269C">
            <w:pPr>
              <w:rPr>
                <w:sz w:val="24"/>
              </w:rPr>
            </w:pPr>
          </w:p>
          <w:p w14:paraId="7F6C6D86" w14:textId="77777777" w:rsidR="001A75FD" w:rsidRPr="00423D5C" w:rsidRDefault="001A75FD">
            <w:pPr>
              <w:rPr>
                <w:sz w:val="24"/>
              </w:rPr>
            </w:pPr>
          </w:p>
        </w:tc>
      </w:tr>
      <w:tr w:rsidR="00C73A5B" w:rsidRPr="00423D5C" w14:paraId="0AAA12D8" w14:textId="77777777" w:rsidTr="001A75FD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AA16" w14:textId="77777777" w:rsidR="004237FF" w:rsidRPr="00423D5C" w:rsidRDefault="004237FF" w:rsidP="004900CA">
            <w:pPr>
              <w:rPr>
                <w:b/>
                <w:sz w:val="22"/>
              </w:rPr>
            </w:pPr>
            <w:r w:rsidRPr="00423D5C">
              <w:rPr>
                <w:b/>
                <w:sz w:val="22"/>
              </w:rPr>
              <w:t>Datová schránka</w:t>
            </w:r>
            <w:r w:rsidR="00626155" w:rsidRPr="00423D5C">
              <w:rPr>
                <w:rStyle w:val="Znakapoznpodarou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F41F" w14:textId="77777777" w:rsidR="004237FF" w:rsidRPr="00423D5C" w:rsidRDefault="004237FF">
            <w:pPr>
              <w:rPr>
                <w:sz w:val="24"/>
              </w:rPr>
            </w:pPr>
          </w:p>
        </w:tc>
      </w:tr>
      <w:tr w:rsidR="00C73A5B" w:rsidRPr="00423D5C" w14:paraId="51AA3F1B" w14:textId="77777777" w:rsidTr="001A75FD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AA2E" w14:textId="7FBCE0DF" w:rsidR="00E4269C" w:rsidRPr="00423D5C" w:rsidRDefault="00B761E5" w:rsidP="0062615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Telefon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8C05" w14:textId="77777777" w:rsidR="001A75FD" w:rsidRPr="00423D5C" w:rsidRDefault="001A75FD" w:rsidP="00C67729">
            <w:pPr>
              <w:rPr>
                <w:sz w:val="18"/>
                <w:szCs w:val="18"/>
              </w:rPr>
            </w:pPr>
          </w:p>
        </w:tc>
      </w:tr>
      <w:tr w:rsidR="001A75FD" w:rsidRPr="00423D5C" w14:paraId="44665FA8" w14:textId="77777777" w:rsidTr="001A75FD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C0B1" w14:textId="0714B50E" w:rsidR="001A75FD" w:rsidRPr="00423D5C" w:rsidRDefault="001A75FD" w:rsidP="001A75FD">
            <w:pPr>
              <w:rPr>
                <w:b/>
                <w:sz w:val="22"/>
              </w:rPr>
            </w:pPr>
            <w:r w:rsidRPr="00423D5C">
              <w:rPr>
                <w:b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91AF" w14:textId="77777777" w:rsidR="001A75FD" w:rsidRDefault="001A75FD" w:rsidP="001A75FD">
            <w:pPr>
              <w:rPr>
                <w:sz w:val="18"/>
                <w:szCs w:val="18"/>
              </w:rPr>
            </w:pPr>
            <w:r w:rsidRPr="00423D5C">
              <w:rPr>
                <w:sz w:val="18"/>
                <w:szCs w:val="18"/>
              </w:rPr>
              <w:t xml:space="preserve">Doručení písemnosti na uvedenou elektronickou adresu nebo do datové schránky se považuje za doručení účastníkovi zadávacího řízení. </w:t>
            </w:r>
          </w:p>
          <w:p w14:paraId="22C04010" w14:textId="77777777" w:rsidR="001A75FD" w:rsidRPr="00423D5C" w:rsidRDefault="001A75FD" w:rsidP="001A75FD">
            <w:pPr>
              <w:rPr>
                <w:sz w:val="18"/>
                <w:szCs w:val="18"/>
              </w:rPr>
            </w:pPr>
          </w:p>
        </w:tc>
      </w:tr>
    </w:tbl>
    <w:p w14:paraId="4287A6C4" w14:textId="77777777" w:rsidR="007A3A94" w:rsidRDefault="007A3A94" w:rsidP="00AE1D1C">
      <w:pPr>
        <w:rPr>
          <w:b/>
        </w:rPr>
      </w:pPr>
    </w:p>
    <w:p w14:paraId="2A767470" w14:textId="77777777" w:rsidR="007A3A94" w:rsidRDefault="007A3A94" w:rsidP="00AE1D1C">
      <w:pPr>
        <w:rPr>
          <w:b/>
        </w:rPr>
      </w:pPr>
    </w:p>
    <w:p w14:paraId="304E4976" w14:textId="77777777" w:rsidR="007A3A94" w:rsidRDefault="007A3A94" w:rsidP="00AE1D1C">
      <w:pPr>
        <w:rPr>
          <w:b/>
        </w:rPr>
      </w:pPr>
    </w:p>
    <w:p w14:paraId="2964DD20" w14:textId="77777777" w:rsidR="007A3A94" w:rsidRDefault="007A3A94" w:rsidP="00AE1D1C">
      <w:pPr>
        <w:rPr>
          <w:b/>
        </w:rPr>
      </w:pPr>
    </w:p>
    <w:p w14:paraId="643018A6" w14:textId="77777777" w:rsidR="007A3A94" w:rsidRDefault="007A3A94" w:rsidP="00AE1D1C">
      <w:pPr>
        <w:rPr>
          <w:b/>
        </w:rPr>
      </w:pPr>
    </w:p>
    <w:p w14:paraId="286A1E3F" w14:textId="77777777" w:rsidR="007A3A94" w:rsidRDefault="007A3A94" w:rsidP="00AE1D1C">
      <w:pPr>
        <w:rPr>
          <w:b/>
        </w:rPr>
      </w:pPr>
    </w:p>
    <w:p w14:paraId="36F45E66" w14:textId="77777777" w:rsidR="007A3A94" w:rsidRDefault="007A3A94" w:rsidP="00AE1D1C">
      <w:pPr>
        <w:rPr>
          <w:b/>
        </w:rPr>
      </w:pPr>
    </w:p>
    <w:p w14:paraId="7A7D1C12" w14:textId="77777777" w:rsidR="007A3A94" w:rsidRPr="00423D5C" w:rsidRDefault="007A3A94" w:rsidP="00AE1D1C">
      <w:pPr>
        <w:rPr>
          <w:b/>
        </w:rPr>
      </w:pPr>
    </w:p>
    <w:p w14:paraId="12E0B445" w14:textId="77777777" w:rsidR="00AE1D1C" w:rsidRPr="00423D5C" w:rsidRDefault="0018354E" w:rsidP="00AE1D1C">
      <w:pPr>
        <w:rPr>
          <w:b/>
        </w:rPr>
      </w:pPr>
      <w:r w:rsidRPr="00423D5C">
        <w:rPr>
          <w:b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C73A5B" w:rsidRPr="00423D5C" w14:paraId="22569536" w14:textId="77777777" w:rsidTr="00617776">
        <w:trPr>
          <w:cantSplit/>
          <w:trHeight w:val="556"/>
        </w:trPr>
        <w:tc>
          <w:tcPr>
            <w:tcW w:w="6024" w:type="dxa"/>
            <w:vAlign w:val="center"/>
          </w:tcPr>
          <w:p w14:paraId="51708039" w14:textId="77777777" w:rsidR="00AE1D1C" w:rsidRPr="00423D5C" w:rsidRDefault="00AE1D1C" w:rsidP="00C67729">
            <w:pPr>
              <w:rPr>
                <w:sz w:val="24"/>
              </w:rPr>
            </w:pPr>
            <w:r w:rsidRPr="00423D5C">
              <w:rPr>
                <w:b/>
                <w:sz w:val="24"/>
              </w:rPr>
              <w:t>Nabídková cena celkem v Kč bez DPH</w:t>
            </w:r>
          </w:p>
        </w:tc>
        <w:tc>
          <w:tcPr>
            <w:tcW w:w="3118" w:type="dxa"/>
            <w:vAlign w:val="center"/>
          </w:tcPr>
          <w:p w14:paraId="63F3FDA5" w14:textId="77777777" w:rsidR="00AE1D1C" w:rsidRPr="00423D5C" w:rsidRDefault="00AE1D1C" w:rsidP="001C0061">
            <w:pPr>
              <w:jc w:val="center"/>
              <w:rPr>
                <w:b/>
                <w:sz w:val="24"/>
              </w:rPr>
            </w:pPr>
            <w:proofErr w:type="gramStart"/>
            <w:r w:rsidRPr="00423D5C">
              <w:rPr>
                <w:b/>
                <w:sz w:val="24"/>
              </w:rPr>
              <w:t>,-</w:t>
            </w:r>
            <w:proofErr w:type="gramEnd"/>
            <w:r w:rsidRPr="00423D5C">
              <w:rPr>
                <w:b/>
                <w:sz w:val="24"/>
              </w:rPr>
              <w:t xml:space="preserve"> Kč</w:t>
            </w:r>
          </w:p>
        </w:tc>
      </w:tr>
      <w:tr w:rsidR="00191178" w:rsidRPr="00423D5C" w14:paraId="2D20EA44" w14:textId="77777777" w:rsidTr="00617776">
        <w:trPr>
          <w:cantSplit/>
          <w:trHeight w:val="556"/>
        </w:trPr>
        <w:tc>
          <w:tcPr>
            <w:tcW w:w="6024" w:type="dxa"/>
            <w:vAlign w:val="center"/>
          </w:tcPr>
          <w:p w14:paraId="4ED868CB" w14:textId="271B2ABD" w:rsidR="00191178" w:rsidRPr="00423D5C" w:rsidRDefault="00191178" w:rsidP="00191178">
            <w:pPr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>DPH</w:t>
            </w:r>
          </w:p>
        </w:tc>
        <w:tc>
          <w:tcPr>
            <w:tcW w:w="3118" w:type="dxa"/>
            <w:vAlign w:val="center"/>
          </w:tcPr>
          <w:p w14:paraId="5F391D2B" w14:textId="723AD94B" w:rsidR="00191178" w:rsidRPr="00423D5C" w:rsidRDefault="00191178" w:rsidP="00191178">
            <w:pPr>
              <w:jc w:val="center"/>
              <w:rPr>
                <w:b/>
                <w:sz w:val="24"/>
              </w:rPr>
            </w:pPr>
            <w:proofErr w:type="gramStart"/>
            <w:r w:rsidRPr="00423D5C">
              <w:rPr>
                <w:b/>
                <w:sz w:val="24"/>
              </w:rPr>
              <w:t>,-</w:t>
            </w:r>
            <w:proofErr w:type="gramEnd"/>
            <w:r w:rsidRPr="00423D5C">
              <w:rPr>
                <w:b/>
                <w:sz w:val="24"/>
              </w:rPr>
              <w:t xml:space="preserve"> Kč</w:t>
            </w:r>
          </w:p>
        </w:tc>
      </w:tr>
      <w:tr w:rsidR="00191178" w:rsidRPr="00423D5C" w14:paraId="6B395C05" w14:textId="77777777" w:rsidTr="00617776">
        <w:trPr>
          <w:cantSplit/>
          <w:trHeight w:val="556"/>
        </w:trPr>
        <w:tc>
          <w:tcPr>
            <w:tcW w:w="6024" w:type="dxa"/>
            <w:vAlign w:val="center"/>
          </w:tcPr>
          <w:p w14:paraId="42CEBCE9" w14:textId="7FBE5D33" w:rsidR="00191178" w:rsidRPr="00423D5C" w:rsidRDefault="00191178" w:rsidP="00191178">
            <w:pPr>
              <w:rPr>
                <w:b/>
                <w:sz w:val="24"/>
              </w:rPr>
            </w:pPr>
            <w:r w:rsidRPr="00423D5C">
              <w:rPr>
                <w:b/>
                <w:sz w:val="24"/>
              </w:rPr>
              <w:t xml:space="preserve">Nabídková cena celkem v Kč </w:t>
            </w:r>
            <w:r w:rsidR="00CB71B1">
              <w:rPr>
                <w:b/>
                <w:sz w:val="24"/>
              </w:rPr>
              <w:t xml:space="preserve">s </w:t>
            </w:r>
            <w:r w:rsidRPr="00423D5C">
              <w:rPr>
                <w:b/>
                <w:sz w:val="24"/>
              </w:rPr>
              <w:t>DPH</w:t>
            </w:r>
          </w:p>
        </w:tc>
        <w:tc>
          <w:tcPr>
            <w:tcW w:w="3118" w:type="dxa"/>
            <w:vAlign w:val="center"/>
          </w:tcPr>
          <w:p w14:paraId="10320D6A" w14:textId="2554927F" w:rsidR="00191178" w:rsidRPr="00423D5C" w:rsidRDefault="00191178" w:rsidP="00191178">
            <w:pPr>
              <w:jc w:val="center"/>
              <w:rPr>
                <w:b/>
                <w:sz w:val="24"/>
              </w:rPr>
            </w:pPr>
            <w:proofErr w:type="gramStart"/>
            <w:r w:rsidRPr="00423D5C">
              <w:rPr>
                <w:b/>
                <w:sz w:val="24"/>
              </w:rPr>
              <w:t>,-</w:t>
            </w:r>
            <w:proofErr w:type="gramEnd"/>
            <w:r w:rsidRPr="00423D5C">
              <w:rPr>
                <w:b/>
                <w:sz w:val="24"/>
              </w:rPr>
              <w:t xml:space="preserve"> Kč</w:t>
            </w:r>
          </w:p>
        </w:tc>
      </w:tr>
    </w:tbl>
    <w:p w14:paraId="4B24EFEC" w14:textId="77777777" w:rsidR="00423DF0" w:rsidRDefault="00423DF0" w:rsidP="004468E5">
      <w:pPr>
        <w:rPr>
          <w:b/>
          <w:i/>
          <w:sz w:val="24"/>
          <w:u w:val="single"/>
        </w:rPr>
      </w:pPr>
    </w:p>
    <w:p w14:paraId="508F63B1" w14:textId="77777777" w:rsidR="007A3A94" w:rsidRDefault="007A3A94" w:rsidP="004468E5">
      <w:pPr>
        <w:rPr>
          <w:b/>
          <w:i/>
          <w:sz w:val="24"/>
          <w:u w:val="single"/>
        </w:rPr>
      </w:pPr>
    </w:p>
    <w:p w14:paraId="4DD26924" w14:textId="77777777" w:rsidR="007A3A94" w:rsidRDefault="007A3A94" w:rsidP="004468E5">
      <w:pPr>
        <w:rPr>
          <w:b/>
          <w:i/>
          <w:sz w:val="24"/>
          <w:u w:val="single"/>
        </w:rPr>
      </w:pPr>
    </w:p>
    <w:p w14:paraId="70396EF8" w14:textId="77777777" w:rsidR="007A3A94" w:rsidRDefault="007A3A94" w:rsidP="004468E5">
      <w:pPr>
        <w:rPr>
          <w:b/>
          <w:i/>
          <w:sz w:val="24"/>
          <w:u w:val="single"/>
        </w:rPr>
      </w:pPr>
    </w:p>
    <w:p w14:paraId="210BF31C" w14:textId="756810F0" w:rsidR="007A3A94" w:rsidRPr="00FF13FE" w:rsidRDefault="00FF13FE" w:rsidP="004468E5">
      <w:pPr>
        <w:rPr>
          <w:bCs/>
          <w:iCs/>
          <w:sz w:val="24"/>
        </w:rPr>
      </w:pPr>
      <w:r w:rsidRPr="00FF13FE">
        <w:rPr>
          <w:bCs/>
          <w:iCs/>
          <w:sz w:val="24"/>
        </w:rPr>
        <w:t>…………….</w:t>
      </w:r>
    </w:p>
    <w:p w14:paraId="7F2003D4" w14:textId="427A7CC0" w:rsidR="00FF13FE" w:rsidRPr="00FF13FE" w:rsidRDefault="00FF13FE" w:rsidP="004468E5">
      <w:pPr>
        <w:rPr>
          <w:bCs/>
          <w:iCs/>
          <w:sz w:val="24"/>
        </w:rPr>
      </w:pPr>
      <w:r w:rsidRPr="00FF13FE">
        <w:rPr>
          <w:bCs/>
          <w:iCs/>
          <w:sz w:val="24"/>
        </w:rPr>
        <w:t>dodavatel</w:t>
      </w:r>
    </w:p>
    <w:sectPr w:rsidR="00FF13FE" w:rsidRPr="00FF13FE" w:rsidSect="0021082A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93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CC916" w14:textId="77777777" w:rsidR="0021082A" w:rsidRDefault="0021082A">
      <w:r>
        <w:separator/>
      </w:r>
    </w:p>
  </w:endnote>
  <w:endnote w:type="continuationSeparator" w:id="0">
    <w:p w14:paraId="4A82BED9" w14:textId="77777777" w:rsidR="0021082A" w:rsidRDefault="0021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30866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F624AC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A55F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60F89B7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39ED6" w14:textId="77777777" w:rsidR="0021082A" w:rsidRDefault="0021082A">
      <w:r>
        <w:separator/>
      </w:r>
    </w:p>
  </w:footnote>
  <w:footnote w:type="continuationSeparator" w:id="0">
    <w:p w14:paraId="456D7C1D" w14:textId="77777777" w:rsidR="0021082A" w:rsidRDefault="0021082A">
      <w:r>
        <w:continuationSeparator/>
      </w:r>
    </w:p>
  </w:footnote>
  <w:footnote w:id="1">
    <w:p w14:paraId="65BA8B3A" w14:textId="18D44985" w:rsidR="00626155" w:rsidRDefault="00626155" w:rsidP="0062615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0A7CE" w14:textId="77777777" w:rsidR="0036405A" w:rsidRDefault="0036405A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01A8" w14:textId="77777777" w:rsidR="00A56475" w:rsidRDefault="00A56475">
    <w:pPr>
      <w:pStyle w:val="Zhlav"/>
    </w:pPr>
  </w:p>
  <w:p w14:paraId="6AAD6CDC" w14:textId="77777777" w:rsidR="00A56475" w:rsidRDefault="00A56475">
    <w:pPr>
      <w:pStyle w:val="Zhlav"/>
    </w:pPr>
  </w:p>
  <w:p w14:paraId="1A36242B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9C2041"/>
    <w:multiLevelType w:val="hybridMultilevel"/>
    <w:tmpl w:val="558C3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820422730">
    <w:abstractNumId w:val="28"/>
  </w:num>
  <w:num w:numId="2" w16cid:durableId="1450203476">
    <w:abstractNumId w:val="1"/>
  </w:num>
  <w:num w:numId="3" w16cid:durableId="998382584">
    <w:abstractNumId w:val="32"/>
  </w:num>
  <w:num w:numId="4" w16cid:durableId="854342793">
    <w:abstractNumId w:val="2"/>
  </w:num>
  <w:num w:numId="5" w16cid:durableId="170141396">
    <w:abstractNumId w:val="30"/>
  </w:num>
  <w:num w:numId="6" w16cid:durableId="1361779871">
    <w:abstractNumId w:val="6"/>
  </w:num>
  <w:num w:numId="7" w16cid:durableId="1171529471">
    <w:abstractNumId w:val="7"/>
  </w:num>
  <w:num w:numId="8" w16cid:durableId="1263106477">
    <w:abstractNumId w:val="12"/>
  </w:num>
  <w:num w:numId="9" w16cid:durableId="945424660">
    <w:abstractNumId w:val="29"/>
  </w:num>
  <w:num w:numId="10" w16cid:durableId="62996595">
    <w:abstractNumId w:val="9"/>
  </w:num>
  <w:num w:numId="11" w16cid:durableId="776145727">
    <w:abstractNumId w:val="0"/>
  </w:num>
  <w:num w:numId="12" w16cid:durableId="562450515">
    <w:abstractNumId w:val="27"/>
  </w:num>
  <w:num w:numId="13" w16cid:durableId="1377583694">
    <w:abstractNumId w:val="16"/>
  </w:num>
  <w:num w:numId="14" w16cid:durableId="1781484737">
    <w:abstractNumId w:val="10"/>
  </w:num>
  <w:num w:numId="15" w16cid:durableId="1049384038">
    <w:abstractNumId w:val="11"/>
  </w:num>
  <w:num w:numId="16" w16cid:durableId="383718155">
    <w:abstractNumId w:val="5"/>
  </w:num>
  <w:num w:numId="17" w16cid:durableId="960111503">
    <w:abstractNumId w:val="20"/>
  </w:num>
  <w:num w:numId="18" w16cid:durableId="1724331169">
    <w:abstractNumId w:val="19"/>
  </w:num>
  <w:num w:numId="19" w16cid:durableId="982782330">
    <w:abstractNumId w:val="4"/>
  </w:num>
  <w:num w:numId="20" w16cid:durableId="396324260">
    <w:abstractNumId w:val="31"/>
  </w:num>
  <w:num w:numId="21" w16cid:durableId="134488514">
    <w:abstractNumId w:val="13"/>
  </w:num>
  <w:num w:numId="22" w16cid:durableId="1145048152">
    <w:abstractNumId w:val="22"/>
  </w:num>
  <w:num w:numId="23" w16cid:durableId="1199708220">
    <w:abstractNumId w:val="25"/>
  </w:num>
  <w:num w:numId="24" w16cid:durableId="1621646531">
    <w:abstractNumId w:val="18"/>
  </w:num>
  <w:num w:numId="25" w16cid:durableId="1885746923">
    <w:abstractNumId w:val="21"/>
  </w:num>
  <w:num w:numId="26" w16cid:durableId="67967764">
    <w:abstractNumId w:val="3"/>
  </w:num>
  <w:num w:numId="27" w16cid:durableId="165094087">
    <w:abstractNumId w:val="15"/>
  </w:num>
  <w:num w:numId="28" w16cid:durableId="1678266520">
    <w:abstractNumId w:val="26"/>
  </w:num>
  <w:num w:numId="29" w16cid:durableId="287703338">
    <w:abstractNumId w:val="24"/>
  </w:num>
  <w:num w:numId="30" w16cid:durableId="1155679076">
    <w:abstractNumId w:val="17"/>
  </w:num>
  <w:num w:numId="31" w16cid:durableId="49428056">
    <w:abstractNumId w:val="23"/>
  </w:num>
  <w:num w:numId="32" w16cid:durableId="290599428">
    <w:abstractNumId w:val="8"/>
  </w:num>
  <w:num w:numId="33" w16cid:durableId="116296660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646A6"/>
    <w:rsid w:val="00065CA1"/>
    <w:rsid w:val="00066145"/>
    <w:rsid w:val="00074DBB"/>
    <w:rsid w:val="00084EA6"/>
    <w:rsid w:val="0009648B"/>
    <w:rsid w:val="000B134B"/>
    <w:rsid w:val="000B1C3E"/>
    <w:rsid w:val="000E0C5B"/>
    <w:rsid w:val="000E7C0F"/>
    <w:rsid w:val="0011265F"/>
    <w:rsid w:val="00121E65"/>
    <w:rsid w:val="001226D9"/>
    <w:rsid w:val="00123D1D"/>
    <w:rsid w:val="00143A25"/>
    <w:rsid w:val="001566E0"/>
    <w:rsid w:val="00170A70"/>
    <w:rsid w:val="00170F44"/>
    <w:rsid w:val="001822D2"/>
    <w:rsid w:val="0018354E"/>
    <w:rsid w:val="00191178"/>
    <w:rsid w:val="00193DD1"/>
    <w:rsid w:val="00196ED2"/>
    <w:rsid w:val="001A75FD"/>
    <w:rsid w:val="001B49CD"/>
    <w:rsid w:val="001C0061"/>
    <w:rsid w:val="00200982"/>
    <w:rsid w:val="00200AF9"/>
    <w:rsid w:val="00207B5F"/>
    <w:rsid w:val="0021082A"/>
    <w:rsid w:val="00212450"/>
    <w:rsid w:val="00217CBC"/>
    <w:rsid w:val="00222675"/>
    <w:rsid w:val="0022493F"/>
    <w:rsid w:val="0022728B"/>
    <w:rsid w:val="0022732E"/>
    <w:rsid w:val="00264371"/>
    <w:rsid w:val="002752CA"/>
    <w:rsid w:val="00276972"/>
    <w:rsid w:val="00277AAA"/>
    <w:rsid w:val="00277F52"/>
    <w:rsid w:val="00285B8F"/>
    <w:rsid w:val="00286086"/>
    <w:rsid w:val="002E29FF"/>
    <w:rsid w:val="002E3EE8"/>
    <w:rsid w:val="002E4961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538A9"/>
    <w:rsid w:val="00361307"/>
    <w:rsid w:val="00362AD6"/>
    <w:rsid w:val="0036405A"/>
    <w:rsid w:val="00364666"/>
    <w:rsid w:val="003B0CB8"/>
    <w:rsid w:val="003C3876"/>
    <w:rsid w:val="003D796A"/>
    <w:rsid w:val="003F0376"/>
    <w:rsid w:val="004237FF"/>
    <w:rsid w:val="00423D5C"/>
    <w:rsid w:val="00423DF0"/>
    <w:rsid w:val="00445E9C"/>
    <w:rsid w:val="004468E5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1513D"/>
    <w:rsid w:val="00542367"/>
    <w:rsid w:val="00546771"/>
    <w:rsid w:val="00554042"/>
    <w:rsid w:val="0055659B"/>
    <w:rsid w:val="00556F4B"/>
    <w:rsid w:val="005760E6"/>
    <w:rsid w:val="00577979"/>
    <w:rsid w:val="00591DA0"/>
    <w:rsid w:val="00594375"/>
    <w:rsid w:val="00594D35"/>
    <w:rsid w:val="00596085"/>
    <w:rsid w:val="005A4910"/>
    <w:rsid w:val="005D2466"/>
    <w:rsid w:val="005D599F"/>
    <w:rsid w:val="005E32A8"/>
    <w:rsid w:val="005E442D"/>
    <w:rsid w:val="005E7D6A"/>
    <w:rsid w:val="005F0B4C"/>
    <w:rsid w:val="005F2F05"/>
    <w:rsid w:val="0060213F"/>
    <w:rsid w:val="00606E0D"/>
    <w:rsid w:val="00612803"/>
    <w:rsid w:val="00617776"/>
    <w:rsid w:val="00624528"/>
    <w:rsid w:val="00626155"/>
    <w:rsid w:val="00633249"/>
    <w:rsid w:val="00656A17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3A94"/>
    <w:rsid w:val="007A4799"/>
    <w:rsid w:val="007C15DE"/>
    <w:rsid w:val="007C3B2C"/>
    <w:rsid w:val="007E2AEF"/>
    <w:rsid w:val="008027C0"/>
    <w:rsid w:val="008060A6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937A45"/>
    <w:rsid w:val="009426E9"/>
    <w:rsid w:val="00957213"/>
    <w:rsid w:val="00981B13"/>
    <w:rsid w:val="009B2ACA"/>
    <w:rsid w:val="009B2B85"/>
    <w:rsid w:val="009C1A2D"/>
    <w:rsid w:val="009D4F1B"/>
    <w:rsid w:val="009E5486"/>
    <w:rsid w:val="00A00A97"/>
    <w:rsid w:val="00A04FD7"/>
    <w:rsid w:val="00A15FE5"/>
    <w:rsid w:val="00A2201C"/>
    <w:rsid w:val="00A32B7D"/>
    <w:rsid w:val="00A53C40"/>
    <w:rsid w:val="00A56475"/>
    <w:rsid w:val="00A62CE6"/>
    <w:rsid w:val="00A67AB7"/>
    <w:rsid w:val="00A70602"/>
    <w:rsid w:val="00A801F6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B1055B"/>
    <w:rsid w:val="00B16DE5"/>
    <w:rsid w:val="00B16F02"/>
    <w:rsid w:val="00B37919"/>
    <w:rsid w:val="00B4612C"/>
    <w:rsid w:val="00B56119"/>
    <w:rsid w:val="00B74926"/>
    <w:rsid w:val="00B761E5"/>
    <w:rsid w:val="00B81F06"/>
    <w:rsid w:val="00B927D5"/>
    <w:rsid w:val="00BA2830"/>
    <w:rsid w:val="00BB489A"/>
    <w:rsid w:val="00BB7098"/>
    <w:rsid w:val="00BC16BE"/>
    <w:rsid w:val="00BC57C9"/>
    <w:rsid w:val="00BE2BA7"/>
    <w:rsid w:val="00C14487"/>
    <w:rsid w:val="00C35697"/>
    <w:rsid w:val="00C379C4"/>
    <w:rsid w:val="00C61677"/>
    <w:rsid w:val="00C64508"/>
    <w:rsid w:val="00C659CE"/>
    <w:rsid w:val="00C67729"/>
    <w:rsid w:val="00C73A5B"/>
    <w:rsid w:val="00C811C2"/>
    <w:rsid w:val="00C87D8A"/>
    <w:rsid w:val="00C9323C"/>
    <w:rsid w:val="00C93B9A"/>
    <w:rsid w:val="00C9644A"/>
    <w:rsid w:val="00C972A8"/>
    <w:rsid w:val="00CB0C4E"/>
    <w:rsid w:val="00CB190F"/>
    <w:rsid w:val="00CB3C76"/>
    <w:rsid w:val="00CB71B1"/>
    <w:rsid w:val="00CD1DEB"/>
    <w:rsid w:val="00CD4448"/>
    <w:rsid w:val="00CE3B39"/>
    <w:rsid w:val="00CF22EB"/>
    <w:rsid w:val="00CF2968"/>
    <w:rsid w:val="00D259B9"/>
    <w:rsid w:val="00D3160D"/>
    <w:rsid w:val="00D33E18"/>
    <w:rsid w:val="00D444B1"/>
    <w:rsid w:val="00D445B7"/>
    <w:rsid w:val="00D44909"/>
    <w:rsid w:val="00D70613"/>
    <w:rsid w:val="00D739FA"/>
    <w:rsid w:val="00D96246"/>
    <w:rsid w:val="00DC0676"/>
    <w:rsid w:val="00DC188D"/>
    <w:rsid w:val="00DE4C36"/>
    <w:rsid w:val="00DF002E"/>
    <w:rsid w:val="00E16A00"/>
    <w:rsid w:val="00E1745A"/>
    <w:rsid w:val="00E25BA4"/>
    <w:rsid w:val="00E26F24"/>
    <w:rsid w:val="00E31AF0"/>
    <w:rsid w:val="00E37E07"/>
    <w:rsid w:val="00E4269C"/>
    <w:rsid w:val="00E539B7"/>
    <w:rsid w:val="00E613AF"/>
    <w:rsid w:val="00E64FBD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991"/>
    <w:rsid w:val="00F03E57"/>
    <w:rsid w:val="00F054B6"/>
    <w:rsid w:val="00F10D61"/>
    <w:rsid w:val="00F14B5E"/>
    <w:rsid w:val="00F25C26"/>
    <w:rsid w:val="00F2627D"/>
    <w:rsid w:val="00F2644F"/>
    <w:rsid w:val="00F35989"/>
    <w:rsid w:val="00F35A79"/>
    <w:rsid w:val="00F548AF"/>
    <w:rsid w:val="00F60D06"/>
    <w:rsid w:val="00F65113"/>
    <w:rsid w:val="00F74885"/>
    <w:rsid w:val="00F75564"/>
    <w:rsid w:val="00F83F48"/>
    <w:rsid w:val="00F86F8A"/>
    <w:rsid w:val="00FA1F66"/>
    <w:rsid w:val="00FA3F0F"/>
    <w:rsid w:val="00FA4810"/>
    <w:rsid w:val="00FB19DA"/>
    <w:rsid w:val="00FB76DB"/>
    <w:rsid w:val="00FB7E48"/>
    <w:rsid w:val="00FC3D75"/>
    <w:rsid w:val="00FC7BB1"/>
    <w:rsid w:val="00FE44A1"/>
    <w:rsid w:val="00FF13FE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318F7"/>
  <w15:chartTrackingRefBased/>
  <w15:docId w15:val="{9857EE7D-B990-4EC1-8EAA-BDE6FCA9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">
    <w:name w:val="Podtitul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E64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tendera.cz/profile_display_147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233B9-FEFA-4297-8634-9883FC98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13</TotalTime>
  <Pages>2</Pages>
  <Words>126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Monika Medková</cp:lastModifiedBy>
  <cp:revision>21</cp:revision>
  <cp:lastPrinted>2010-07-30T09:22:00Z</cp:lastPrinted>
  <dcterms:created xsi:type="dcterms:W3CDTF">2024-04-08T07:20:00Z</dcterms:created>
  <dcterms:modified xsi:type="dcterms:W3CDTF">2025-03-26T10:17:00Z</dcterms:modified>
</cp:coreProperties>
</file>